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4" w:after="0" w:line="282" w:lineRule="auto"/>
        <w:ind w:left="76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6.882103pt;margin-top:-3.065975pt;width:381.266pt;height:95.2604pt;mso-position-horizontal-relative:page;mso-position-vertical-relative:paragraph;z-index:-53" coordorigin="2138,-61" coordsize="7625,1905">
            <v:group style="position:absolute;left:2264;top:65;width:7373;height:301" coordorigin="2264,65" coordsize="7373,301">
              <v:shape style="position:absolute;left:2264;top:65;width:7373;height:301" coordorigin="2264,65" coordsize="7373,301" path="m2320,65l2288,66,2271,72,2265,88,2264,121,2264,309,2265,341,2271,358,2287,364,2320,365,9580,365,9613,364,9630,358,9636,342,9637,309,9637,121,9613,66,2320,65e" filled="t" fillcolor="#FFFFFF" stroked="f">
                <v:path arrowok="t"/>
                <v:fill/>
              </v:shape>
            </v:group>
            <v:group style="position:absolute;left:2264;top:403;width:7373;height:301" coordorigin="2264,403" coordsize="7373,301">
              <v:shape style="position:absolute;left:2264;top:403;width:7373;height:301" coordorigin="2264,403" coordsize="7373,301" path="m2320,403l2288,404,2271,410,2265,427,2264,459,2264,647,2265,679,2271,696,2287,703,2320,703,9580,703,9613,703,9630,696,9636,680,9637,647,9637,459,9613,404,2320,403e" filled="t" fillcolor="#FFFFFF" stroked="f">
                <v:path arrowok="t"/>
                <v:fill/>
              </v:shape>
            </v:group>
            <v:group style="position:absolute;left:2264;top:741;width:7373;height:301" coordorigin="2264,741" coordsize="7373,301">
              <v:shape style="position:absolute;left:2264;top:741;width:7373;height:301" coordorigin="2264,741" coordsize="7373,301" path="m2320,741l2288,742,2271,748,2265,765,2264,797,2264,985,2265,1018,2271,1034,2287,1041,2320,1042,9580,1042,9613,1041,9630,1035,9636,1018,9637,985,9637,797,9613,742,2320,741e" filled="t" fillcolor="#FFFFFF" stroked="f">
                <v:path arrowok="t"/>
                <v:fill/>
              </v:shape>
            </v:group>
            <v:group style="position:absolute;left:2264;top:1079;width:7373;height:639" coordorigin="2264,1079" coordsize="7373,639">
              <v:shape style="position:absolute;left:2264;top:1079;width:7373;height:639" coordorigin="2264,1079" coordsize="7373,639" path="m2320,1079l2288,1080,2271,1086,2265,1103,2264,1135,2264,1662,2265,1694,2271,1711,2287,1717,2320,1718,9580,1718,9613,1717,9630,1711,9636,1694,9637,1662,9637,1135,9613,1080,2320,1079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JuergenBerger@Semantec.org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05.07.2020;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Assistentin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des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Bereichsleiters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Controlling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880" w:bottom="280" w:left="1260" w:right="1680"/>
          <w:cols w:num="2" w:equalWidth="0">
            <w:col w:w="919" w:space="202"/>
            <w:col w:w="7859"/>
          </w:cols>
        </w:sectPr>
      </w:pPr>
      <w:rPr/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4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Berge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57" w:right="855"/>
        <w:jc w:val="both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gestern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viel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genommen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um-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fassenden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Einblick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Unternehmen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Aufgabengebiet,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Assistentin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Bereich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Controlling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erwartet,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gewährt.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möchte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heute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einmal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ganz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herzlich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bei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bedanken.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57" w:right="869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spannende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abwechslungsreiche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Tätigkeit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be-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schrieben,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Aufgabenvielfalt,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diese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Position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bringt,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begeistert.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großes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Interesse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daran,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Zukunft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Assistentin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unterstützen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dürfen.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Über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positive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Nachricht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würde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deshalb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freuen.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Leonie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eber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Jostweg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5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12648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030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1234567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57" w:right="-20"/>
        <w:jc w:val="left"/>
        <w:rPr>
          <w:rFonts w:ascii="Arial" w:hAnsi="Arial" w:cs="Arial" w:eastAsia="Arial"/>
          <w:sz w:val="25"/>
          <w:szCs w:val="25"/>
        </w:rPr>
      </w:pPr>
      <w:rPr/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Leonie</w:t>
        </w:r>
        <w:r>
          <w:rPr>
            <w:rFonts w:ascii="Arial" w:hAnsi="Arial" w:cs="Arial" w:eastAsia="Arial"/>
            <w:sz w:val="25"/>
            <w:szCs w:val="25"/>
            <w:color w:val="231F20"/>
            <w:spacing w:val="-5"/>
            <w:w w:val="100"/>
          </w:rPr>
          <w:t>W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eber@provide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880" w:bottom="280" w:left="12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JuergenBerger@Semantec.org" TargetMode="External"/><Relationship Id="rId6" Type="http://schemas.openxmlformats.org/officeDocument/2006/relationships/hyperlink" Target="mailto:LeonieWeber@provider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2016-02-17T10:50:51Z</dcterms:created>
  <dcterms:modified xsi:type="dcterms:W3CDTF">2016-02-17T10:50:51Z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